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6DF" w:rsidRDefault="000A06DF" w:rsidP="000A06DF">
      <w:pPr>
        <w:pStyle w:val="Styl10"/>
        <w:framePr w:w="3969" w:h="1985" w:hRule="exact" w:hSpace="0" w:vSpace="0" w:wrap="notBeside" w:vAnchor="page" w:hAnchor="page" w:x="3970" w:y="9413" w:anchorLock="1"/>
        <w:jc w:val="center"/>
        <w:rPr>
          <w:sz w:val="28"/>
        </w:rPr>
      </w:pPr>
      <w:r>
        <w:rPr>
          <w:sz w:val="28"/>
        </w:rPr>
        <w:t xml:space="preserve">Klobouky u Brna </w:t>
      </w:r>
      <w:r w:rsidR="005F3239">
        <w:rPr>
          <w:sz w:val="28"/>
        </w:rPr>
        <w:t>–</w:t>
      </w:r>
      <w:r>
        <w:rPr>
          <w:sz w:val="28"/>
        </w:rPr>
        <w:t xml:space="preserve"> </w:t>
      </w:r>
      <w:r w:rsidR="005F3239">
        <w:rPr>
          <w:sz w:val="28"/>
        </w:rPr>
        <w:t>kanalizace v ulici Masarykova</w:t>
      </w:r>
    </w:p>
    <w:p w:rsidR="00BE6FFB" w:rsidRDefault="00E51DBB">
      <w:pPr>
        <w:pStyle w:val="Styl10"/>
        <w:framePr w:w="3969" w:h="1985" w:hRule="exact" w:hSpace="0" w:vSpace="0" w:wrap="notBeside" w:vAnchor="page" w:hAnchor="page" w:x="3970" w:y="9413" w:anchorLock="1"/>
        <w:jc w:val="center"/>
        <w:rPr>
          <w:sz w:val="28"/>
        </w:rPr>
      </w:pPr>
      <w:r>
        <w:rPr>
          <w:sz w:val="28"/>
        </w:rPr>
        <w:t>DUR + DSP</w:t>
      </w:r>
    </w:p>
    <w:p w:rsidR="00BE6FFB" w:rsidRDefault="000A06DF">
      <w:pPr>
        <w:pStyle w:val="Styl10"/>
        <w:framePr w:w="3969" w:h="1985" w:hRule="exact" w:hSpace="0" w:vSpace="0" w:wrap="notBeside" w:vAnchor="page" w:hAnchor="page" w:x="3970" w:y="2156" w:anchorLock="1"/>
        <w:jc w:val="center"/>
        <w:rPr>
          <w:sz w:val="28"/>
        </w:rPr>
      </w:pPr>
      <w:r>
        <w:rPr>
          <w:sz w:val="28"/>
        </w:rPr>
        <w:t xml:space="preserve">Klobouky u Brna </w:t>
      </w:r>
      <w:r w:rsidR="005F3239">
        <w:rPr>
          <w:sz w:val="28"/>
        </w:rPr>
        <w:t>–</w:t>
      </w:r>
      <w:r>
        <w:rPr>
          <w:sz w:val="28"/>
        </w:rPr>
        <w:t xml:space="preserve"> </w:t>
      </w:r>
      <w:r w:rsidR="005F3239">
        <w:rPr>
          <w:sz w:val="28"/>
        </w:rPr>
        <w:t>kanalizace v ulici Masarykova</w:t>
      </w:r>
    </w:p>
    <w:p w:rsidR="00AA2541" w:rsidRDefault="00E51DBB">
      <w:pPr>
        <w:pStyle w:val="Styl10"/>
        <w:framePr w:w="3969" w:h="1985" w:hRule="exact" w:hSpace="0" w:vSpace="0" w:wrap="notBeside" w:vAnchor="page" w:hAnchor="page" w:x="3970" w:y="2156" w:anchorLock="1"/>
        <w:jc w:val="center"/>
        <w:rPr>
          <w:sz w:val="28"/>
        </w:rPr>
      </w:pPr>
      <w:r>
        <w:rPr>
          <w:sz w:val="28"/>
        </w:rPr>
        <w:t>DUR + DSP</w:t>
      </w:r>
    </w:p>
    <w:p w:rsidR="00BE6FFB" w:rsidRDefault="0046339F">
      <w:pPr>
        <w:pStyle w:val="Normln8"/>
        <w:rPr>
          <w:b/>
          <w:bCs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B4B500" wp14:editId="4A90ADA5">
                <wp:simplePos x="0" y="0"/>
                <wp:positionH relativeFrom="page">
                  <wp:posOffset>4212590</wp:posOffset>
                </wp:positionH>
                <wp:positionV relativeFrom="page">
                  <wp:posOffset>7301865</wp:posOffset>
                </wp:positionV>
                <wp:extent cx="1600200" cy="714375"/>
                <wp:effectExtent l="2540" t="0" r="0" b="381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Default="00BE6FFB">
                            <w:pPr>
                              <w:pStyle w:val="Normln8"/>
                            </w:pPr>
                            <w:r>
                              <w:t>Botanická 834/56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602 00 Brno, Česká republika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Tel.: (+420) 541 554 111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Fax: (+420) 541 211 205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www.</w:t>
                            </w:r>
                            <w:r w:rsidR="00EF168B">
                              <w:t>aquatis</w:t>
                            </w:r>
                            <w:r>
                              <w:t>.cz</w:t>
                            </w:r>
                          </w:p>
                          <w:p w:rsidR="00BE6FFB" w:rsidRDefault="00BE6F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4B50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31.7pt;margin-top:574.95pt;width:126pt;height:56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KUswIAALk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" filled="f" stroked="f">
                <v:textbox>
                  <w:txbxContent>
                    <w:p w:rsidR="00BE6FFB" w:rsidRDefault="00BE6FFB">
                      <w:pPr>
                        <w:pStyle w:val="Normln8"/>
                      </w:pPr>
                      <w:r>
                        <w:t>Botanická 834/56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602 00 Brno, Česká republika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Tel.: (+420) 541 554 111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Fax: (+420) 541 211 205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www.</w:t>
                      </w:r>
                      <w:r w:rsidR="00EF168B">
                        <w:t>aquatis</w:t>
                      </w:r>
                      <w:r>
                        <w:t>.cz</w:t>
                      </w:r>
                    </w:p>
                    <w:p w:rsidR="00BE6FFB" w:rsidRDefault="00BE6FFB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FE1BFA" wp14:editId="12840AFB">
                <wp:simplePos x="0" y="0"/>
                <wp:positionH relativeFrom="page">
                  <wp:posOffset>4212590</wp:posOffset>
                </wp:positionH>
                <wp:positionV relativeFrom="page">
                  <wp:posOffset>2700655</wp:posOffset>
                </wp:positionV>
                <wp:extent cx="1600200" cy="714375"/>
                <wp:effectExtent l="254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Default="00BE6FFB">
                            <w:pPr>
                              <w:pStyle w:val="Normln8"/>
                            </w:pPr>
                            <w:r>
                              <w:t>Botanická 834/56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602 00 Brno, Česká republika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Tel.: (+420) 541 554 111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Fax: (+420) 541 211 205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www.</w:t>
                            </w:r>
                            <w:r w:rsidR="00EF168B">
                              <w:t>aquatis</w:t>
                            </w:r>
                            <w:r>
                              <w:t>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E1BFA" id="Text Box 4" o:spid="_x0000_s1027" type="#_x0000_t202" style="position:absolute;margin-left:331.7pt;margin-top:212.65pt;width:126pt;height:56.2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IQYtw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" filled="f" stroked="f">
                <v:textbox>
                  <w:txbxContent>
                    <w:p w:rsidR="00BE6FFB" w:rsidRDefault="00BE6FFB">
                      <w:pPr>
                        <w:pStyle w:val="Normln8"/>
                      </w:pPr>
                      <w:r>
                        <w:t>Botanická 834/56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602 00 Brno, Česká republika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Tel.: (+420) 541 554 111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Fax: (+420) 541 211 205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www.</w:t>
                      </w:r>
                      <w:r w:rsidR="00EF168B">
                        <w:t>aquatis</w:t>
                      </w:r>
                      <w:r>
                        <w:t>.cz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E6FFB" w:rsidRDefault="00BE6FFB"/>
    <w:p w:rsidR="00BE6FFB" w:rsidRDefault="00BE6FFB"/>
    <w:p w:rsidR="00BE6FFB" w:rsidRDefault="00BE6FFB"/>
    <w:p w:rsidR="00BE6FFB" w:rsidRDefault="008D12CA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EA60BC2" wp14:editId="731E03BD">
                <wp:simplePos x="0" y="0"/>
                <wp:positionH relativeFrom="page">
                  <wp:posOffset>1837690</wp:posOffset>
                </wp:positionH>
                <wp:positionV relativeFrom="page">
                  <wp:posOffset>2847975</wp:posOffset>
                </wp:positionV>
                <wp:extent cx="1724025" cy="4572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Pr="008D12CA" w:rsidRDefault="00EF168B">
                            <w:pPr>
                              <w:pStyle w:val="Normln8"/>
                              <w:rPr>
                                <w:b/>
                                <w:bCs/>
                                <w:i w:val="0"/>
                              </w:rPr>
                            </w:pPr>
                            <w:r w:rsidRPr="008D12CA">
                              <w:rPr>
                                <w:b/>
                                <w:bCs/>
                                <w:i w:val="0"/>
                                <w:lang w:eastAsia="fi-FI"/>
                              </w:rPr>
                              <w:t>AQUATIS</w:t>
                            </w:r>
                            <w:r w:rsidR="00BE6FFB" w:rsidRPr="008D12CA">
                              <w:rPr>
                                <w:b/>
                                <w:bCs/>
                                <w:i w:val="0"/>
                                <w:lang w:eastAsia="fi-FI"/>
                              </w:rPr>
                              <w:t xml:space="preserve"> a.s.</w:t>
                            </w:r>
                          </w:p>
                          <w:p w:rsidR="00BE6FFB" w:rsidRPr="008D12CA" w:rsidRDefault="00BE6FFB">
                            <w:pPr>
                              <w:pStyle w:val="Normln8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60BC2" id="Text Box 3" o:spid="_x0000_s1028" type="#_x0000_t202" style="position:absolute;margin-left:144.7pt;margin-top:224.25pt;width:135.75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y6DtQIAAMA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" filled="f" stroked="f">
                <v:textbox>
                  <w:txbxContent>
                    <w:p w:rsidR="00BE6FFB" w:rsidRPr="008D12CA" w:rsidRDefault="00EF168B">
                      <w:pPr>
                        <w:pStyle w:val="Normln8"/>
                        <w:rPr>
                          <w:b/>
                          <w:bCs/>
                          <w:i w:val="0"/>
                        </w:rPr>
                      </w:pPr>
                      <w:r w:rsidRPr="008D12CA">
                        <w:rPr>
                          <w:b/>
                          <w:bCs/>
                          <w:i w:val="0"/>
                          <w:lang w:eastAsia="fi-FI"/>
                        </w:rPr>
                        <w:t>AQUATIS</w:t>
                      </w:r>
                      <w:r w:rsidR="00BE6FFB" w:rsidRPr="008D12CA">
                        <w:rPr>
                          <w:b/>
                          <w:bCs/>
                          <w:i w:val="0"/>
                          <w:lang w:eastAsia="fi-FI"/>
                        </w:rPr>
                        <w:t xml:space="preserve"> a.s.</w:t>
                      </w:r>
                    </w:p>
                    <w:p w:rsidR="00BE6FFB" w:rsidRPr="008D12CA" w:rsidRDefault="00BE6FFB">
                      <w:pPr>
                        <w:pStyle w:val="Normln8"/>
                        <w:rPr>
                          <w:i w:val="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E6FFB" w:rsidRDefault="00BE6FFB"/>
    <w:p w:rsidR="00BE6FFB" w:rsidRDefault="00BE6FFB"/>
    <w:p w:rsidR="00BE6FFB" w:rsidRDefault="00BE6FFB"/>
    <w:p w:rsidR="00BE6FFB" w:rsidRDefault="00BE6FFB"/>
    <w:p w:rsidR="00BE6FFB" w:rsidRDefault="00BE6FFB"/>
    <w:p w:rsidR="00BE6FFB" w:rsidRDefault="00BE6FFB"/>
    <w:p w:rsidR="00BE6FFB" w:rsidRDefault="00BE6FFB"/>
    <w:p w:rsidR="00BE6FFB" w:rsidRDefault="00EF168B">
      <w:r>
        <w:rPr>
          <w:noProof/>
        </w:rPr>
        <w:drawing>
          <wp:anchor distT="0" distB="0" distL="114300" distR="114300" simplePos="0" relativeHeight="251663360" behindDoc="0" locked="0" layoutInCell="1" allowOverlap="1" wp14:anchorId="61826A03" wp14:editId="6329D4C5">
            <wp:simplePos x="0" y="0"/>
            <wp:positionH relativeFrom="column">
              <wp:posOffset>2310081</wp:posOffset>
            </wp:positionH>
            <wp:positionV relativeFrom="paragraph">
              <wp:posOffset>34290</wp:posOffset>
            </wp:positionV>
            <wp:extent cx="1266825" cy="346710"/>
            <wp:effectExtent l="0" t="0" r="9525" b="0"/>
            <wp:wrapNone/>
            <wp:docPr id="7" name="Obrázek 7" descr="R:\__15220_intranet\__15220_16_A01_aquatis_web\AQUATIS logo\logo Aqua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_15220_intranet\__15220_16_A01_aquatis_web\AQUATIS logo\logo Aquati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6FFB" w:rsidRDefault="00BE6FFB"/>
    <w:p w:rsidR="00BE6FFB" w:rsidRDefault="00BE6FFB"/>
    <w:p w:rsidR="00BE6FFB" w:rsidRDefault="00BE6FFB"/>
    <w:p w:rsidR="00BE6FFB" w:rsidRDefault="00BE6FFB"/>
    <w:p w:rsidR="00BE6FFB" w:rsidRDefault="0046339F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D4880B" wp14:editId="3273FF37">
                <wp:simplePos x="0" y="0"/>
                <wp:positionH relativeFrom="page">
                  <wp:posOffset>3042920</wp:posOffset>
                </wp:positionH>
                <wp:positionV relativeFrom="page">
                  <wp:posOffset>4752340</wp:posOffset>
                </wp:positionV>
                <wp:extent cx="1600200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Default="00BE6FFB">
                            <w:pPr>
                              <w:pStyle w:val="Normln6"/>
                              <w:jc w:val="center"/>
                            </w:pPr>
                            <w:r>
                              <w:rPr>
                                <w:rFonts w:cs="Arial"/>
                                <w:szCs w:val="26"/>
                              </w:rPr>
                              <w:t xml:space="preserve">© </w:t>
                            </w:r>
                            <w:r>
                              <w:t xml:space="preserve">Copyright </w:t>
                            </w:r>
                            <w:r w:rsidR="00EF168B">
                              <w:rPr>
                                <w:lang w:eastAsia="fi-FI"/>
                              </w:rPr>
                              <w:t>AQUATIS</w:t>
                            </w:r>
                            <w:r>
                              <w:rPr>
                                <w:lang w:eastAsia="fi-FI"/>
                              </w:rPr>
                              <w:t xml:space="preserve"> a.s.</w:t>
                            </w:r>
                          </w:p>
                          <w:p w:rsidR="00BE6FFB" w:rsidRDefault="00BE6FFB">
                            <w:pPr>
                              <w:pStyle w:val="Normln6"/>
                              <w:jc w:val="center"/>
                              <w:rPr>
                                <w:i/>
                                <w:iCs/>
                                <w:sz w:val="16"/>
                              </w:rPr>
                            </w:pPr>
                            <w:r>
                              <w:t>Všechna práva vyhrazena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4880B" id="Text Box 5" o:spid="_x0000_s1029" type="#_x0000_t202" style="position:absolute;margin-left:239.6pt;margin-top:374.2pt;width:126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sftwIAAMA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" filled="f" stroked="f">
                <v:textbox>
                  <w:txbxContent>
                    <w:p w:rsidR="00BE6FFB" w:rsidRDefault="00BE6FFB">
                      <w:pPr>
                        <w:pStyle w:val="Normln6"/>
                        <w:jc w:val="center"/>
                      </w:pPr>
                      <w:r>
                        <w:rPr>
                          <w:rFonts w:cs="Arial"/>
                          <w:szCs w:val="26"/>
                        </w:rPr>
                        <w:t xml:space="preserve">© </w:t>
                      </w:r>
                      <w:r>
                        <w:t xml:space="preserve">Copyright </w:t>
                      </w:r>
                      <w:r w:rsidR="00EF168B">
                        <w:rPr>
                          <w:lang w:eastAsia="fi-FI"/>
                        </w:rPr>
                        <w:t>AQUATIS</w:t>
                      </w:r>
                      <w:r>
                        <w:rPr>
                          <w:lang w:eastAsia="fi-FI"/>
                        </w:rPr>
                        <w:t xml:space="preserve"> a.s.</w:t>
                      </w:r>
                    </w:p>
                    <w:p w:rsidR="00BE6FFB" w:rsidRDefault="00BE6FFB">
                      <w:pPr>
                        <w:pStyle w:val="Normln6"/>
                        <w:jc w:val="center"/>
                        <w:rPr>
                          <w:i/>
                          <w:iCs/>
                          <w:sz w:val="16"/>
                        </w:rPr>
                      </w:pPr>
                      <w:r>
                        <w:t>Všechna práva vyhrazena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E6FFB" w:rsidRDefault="00BE6FFB"/>
    <w:p w:rsidR="00BE6FFB" w:rsidRDefault="00BE6FFB"/>
    <w:p w:rsidR="00BE6FFB" w:rsidRDefault="00BE6FFB"/>
    <w:p w:rsidR="00BE6FFB" w:rsidRDefault="00BE6FFB"/>
    <w:p w:rsidR="00BE6FFB" w:rsidRDefault="00BE6FFB"/>
    <w:p w:rsidR="00BE6FFB" w:rsidRDefault="00BE6FFB">
      <w:pPr>
        <w:pStyle w:val="Normln6"/>
      </w:pPr>
    </w:p>
    <w:p w:rsidR="00BE6FFB" w:rsidRDefault="00BE6FFB"/>
    <w:p w:rsidR="00BE6FFB" w:rsidRDefault="00BE6FFB">
      <w:bookmarkStart w:id="0" w:name="_GoBack"/>
      <w:bookmarkEnd w:id="0"/>
    </w:p>
    <w:p w:rsidR="00BE6FFB" w:rsidRDefault="00BE6FFB"/>
    <w:p w:rsidR="00BE6FFB" w:rsidRDefault="008D12C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BDB7B8" wp14:editId="103DE37D">
                <wp:simplePos x="0" y="0"/>
                <wp:positionH relativeFrom="page">
                  <wp:posOffset>1837690</wp:posOffset>
                </wp:positionH>
                <wp:positionV relativeFrom="page">
                  <wp:posOffset>7448550</wp:posOffset>
                </wp:positionV>
                <wp:extent cx="1724025" cy="457200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168B" w:rsidRPr="008D12CA" w:rsidRDefault="00EF168B" w:rsidP="00EF168B">
                            <w:pPr>
                              <w:pStyle w:val="Normln8"/>
                              <w:rPr>
                                <w:b/>
                                <w:bCs/>
                                <w:i w:val="0"/>
                              </w:rPr>
                            </w:pPr>
                            <w:r w:rsidRPr="008D12CA">
                              <w:rPr>
                                <w:b/>
                                <w:bCs/>
                                <w:i w:val="0"/>
                                <w:lang w:eastAsia="fi-FI"/>
                              </w:rPr>
                              <w:t>AQUATIS a.s.</w:t>
                            </w:r>
                          </w:p>
                          <w:p w:rsidR="00BE6FFB" w:rsidRPr="008D12CA" w:rsidRDefault="00BE6FFB">
                            <w:pPr>
                              <w:pStyle w:val="Normln8"/>
                              <w:rPr>
                                <w:b/>
                                <w:bCs/>
                                <w:i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DB7B8" id="Text Box 8" o:spid="_x0000_s1030" type="#_x0000_t202" style="position:absolute;margin-left:144.7pt;margin-top:586.5pt;width:135.7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" filled="f" stroked="f">
                <v:textbox>
                  <w:txbxContent>
                    <w:p w:rsidR="00EF168B" w:rsidRPr="008D12CA" w:rsidRDefault="00EF168B" w:rsidP="00EF168B">
                      <w:pPr>
                        <w:pStyle w:val="Normln8"/>
                        <w:rPr>
                          <w:b/>
                          <w:bCs/>
                          <w:i w:val="0"/>
                        </w:rPr>
                      </w:pPr>
                      <w:r w:rsidRPr="008D12CA">
                        <w:rPr>
                          <w:b/>
                          <w:bCs/>
                          <w:i w:val="0"/>
                          <w:lang w:eastAsia="fi-FI"/>
                        </w:rPr>
                        <w:t>AQUATIS a.s.</w:t>
                      </w:r>
                    </w:p>
                    <w:p w:rsidR="00BE6FFB" w:rsidRPr="008D12CA" w:rsidRDefault="00BE6FFB">
                      <w:pPr>
                        <w:pStyle w:val="Normln8"/>
                        <w:rPr>
                          <w:b/>
                          <w:bCs/>
                          <w:i w:val="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E6FFB" w:rsidRDefault="00BE6FFB"/>
    <w:p w:rsidR="00BE6FFB" w:rsidRDefault="008D12C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B73DC" wp14:editId="1298B0BE">
                <wp:simplePos x="0" y="0"/>
                <wp:positionH relativeFrom="page">
                  <wp:posOffset>3042920</wp:posOffset>
                </wp:positionH>
                <wp:positionV relativeFrom="page">
                  <wp:posOffset>9343390</wp:posOffset>
                </wp:positionV>
                <wp:extent cx="1600200" cy="3429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Default="00BE6FFB">
                            <w:pPr>
                              <w:pStyle w:val="Normln6"/>
                              <w:jc w:val="center"/>
                            </w:pPr>
                            <w:r>
                              <w:rPr>
                                <w:rFonts w:cs="Arial"/>
                                <w:szCs w:val="26"/>
                              </w:rPr>
                              <w:t xml:space="preserve">© </w:t>
                            </w:r>
                            <w:r>
                              <w:t xml:space="preserve">Copyright </w:t>
                            </w:r>
                            <w:r w:rsidR="00EF168B">
                              <w:rPr>
                                <w:lang w:eastAsia="fi-FI"/>
                              </w:rPr>
                              <w:t>AQUATIS a.s.</w:t>
                            </w:r>
                          </w:p>
                          <w:p w:rsidR="00BE6FFB" w:rsidRDefault="00BE6FFB">
                            <w:pPr>
                              <w:pStyle w:val="Normln6"/>
                              <w:jc w:val="center"/>
                              <w:rPr>
                                <w:i/>
                                <w:iCs/>
                                <w:sz w:val="16"/>
                              </w:rPr>
                            </w:pPr>
                            <w:r>
                              <w:t>Všechna práva vyhrazena</w:t>
                            </w:r>
                          </w:p>
                          <w:p w:rsidR="00BE6FFB" w:rsidRDefault="00BE6FFB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B73DC" id="Text Box 10" o:spid="_x0000_s1031" type="#_x0000_t202" style="position:absolute;margin-left:239.6pt;margin-top:735.7pt;width:12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hkytgIAAME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" filled="f" stroked="f">
                <v:textbox>
                  <w:txbxContent>
                    <w:p w:rsidR="00BE6FFB" w:rsidRDefault="00BE6FFB">
                      <w:pPr>
                        <w:pStyle w:val="Normln6"/>
                        <w:jc w:val="center"/>
                      </w:pPr>
                      <w:r>
                        <w:rPr>
                          <w:rFonts w:cs="Arial"/>
                          <w:szCs w:val="26"/>
                        </w:rPr>
                        <w:t xml:space="preserve">© </w:t>
                      </w:r>
                      <w:r>
                        <w:t xml:space="preserve">Copyright </w:t>
                      </w:r>
                      <w:r w:rsidR="00EF168B">
                        <w:rPr>
                          <w:lang w:eastAsia="fi-FI"/>
                        </w:rPr>
                        <w:t>AQUATIS a.s.</w:t>
                      </w:r>
                    </w:p>
                    <w:p w:rsidR="00BE6FFB" w:rsidRDefault="00BE6FFB">
                      <w:pPr>
                        <w:pStyle w:val="Normln6"/>
                        <w:jc w:val="center"/>
                        <w:rPr>
                          <w:i/>
                          <w:iCs/>
                          <w:sz w:val="16"/>
                        </w:rPr>
                      </w:pPr>
                      <w:r>
                        <w:t>Všechna práva vyhrazena</w:t>
                      </w:r>
                    </w:p>
                    <w:p w:rsidR="00BE6FFB" w:rsidRDefault="00BE6FFB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1A2F77E" wp14:editId="73FD7842">
            <wp:simplePos x="0" y="0"/>
            <wp:positionH relativeFrom="column">
              <wp:posOffset>2299970</wp:posOffset>
            </wp:positionH>
            <wp:positionV relativeFrom="paragraph">
              <wp:posOffset>950595</wp:posOffset>
            </wp:positionV>
            <wp:extent cx="1266825" cy="346710"/>
            <wp:effectExtent l="0" t="0" r="9525" b="0"/>
            <wp:wrapNone/>
            <wp:docPr id="8" name="Obrázek 8" descr="R:\__15220_intranet\__15220_16_A01_aquatis_web\AQUATIS logo\logo Aqua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_15220_intranet\__15220_16_A01_aquatis_web\AQUATIS logo\logo Aquati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E6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6DF"/>
    <w:rsid w:val="000A06DF"/>
    <w:rsid w:val="0046339F"/>
    <w:rsid w:val="005F3239"/>
    <w:rsid w:val="008D12CA"/>
    <w:rsid w:val="00AA2541"/>
    <w:rsid w:val="00BE6FFB"/>
    <w:rsid w:val="00E023BB"/>
    <w:rsid w:val="00E324B8"/>
    <w:rsid w:val="00E51DBB"/>
    <w:rsid w:val="00EF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1CB56"/>
  <w15:docId w15:val="{92CACF6A-8068-402D-952A-F3BE251B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Normln8">
    <w:name w:val="Normální 8"/>
    <w:basedOn w:val="Normln"/>
    <w:rPr>
      <w:i/>
      <w:sz w:val="16"/>
    </w:rPr>
  </w:style>
  <w:style w:type="paragraph" w:customStyle="1" w:styleId="Normln6">
    <w:name w:val="Normální 6"/>
    <w:basedOn w:val="Normln"/>
    <w:rPr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Ostatni\CD_STITEK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CD_STITEK.dotx</Template>
  <TotalTime>6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Tvrznikova, Michaela</dc:creator>
  <cp:lastModifiedBy>Lucie Salingerová</cp:lastModifiedBy>
  <cp:revision>4</cp:revision>
  <cp:lastPrinted>2015-08-03T13:46:00Z</cp:lastPrinted>
  <dcterms:created xsi:type="dcterms:W3CDTF">2017-04-12T09:23:00Z</dcterms:created>
  <dcterms:modified xsi:type="dcterms:W3CDTF">2018-12-05T09:54:00Z</dcterms:modified>
</cp:coreProperties>
</file>